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A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E119E1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5B2D39">
        <w:rPr>
          <w:rFonts w:ascii="Arial" w:hAnsi="Arial"/>
        </w:rPr>
        <w:t xml:space="preserve">, voor een wc-pot </w:t>
      </w:r>
      <w:r w:rsidR="00527DF2" w:rsidRPr="00527DF2">
        <w:rPr>
          <w:rFonts w:ascii="Arial" w:hAnsi="Arial"/>
        </w:rPr>
        <w:t>met een maximale lengte van 70 cm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 xml:space="preserve">voor </w:t>
      </w:r>
      <w:r w:rsidR="00DE1A21">
        <w:rPr>
          <w:rFonts w:ascii="Arial" w:hAnsi="Arial"/>
        </w:rPr>
        <w:t xml:space="preserve">vrijstaande </w:t>
      </w:r>
      <w:r w:rsidR="00283DAD">
        <w:rPr>
          <w:rFonts w:ascii="Arial" w:hAnsi="Arial"/>
        </w:rPr>
        <w:t>montage</w:t>
      </w:r>
      <w:r w:rsidR="005B2D39">
        <w:rPr>
          <w:rFonts w:ascii="Arial" w:hAnsi="Arial"/>
        </w:rPr>
        <w:t xml:space="preserve"> (zelfdragend)</w:t>
      </w:r>
      <w:r w:rsidR="00DE1A21">
        <w:rPr>
          <w:rFonts w:ascii="Arial" w:hAnsi="Arial"/>
        </w:rPr>
        <w:t xml:space="preserve"> op de betonplaat</w:t>
      </w:r>
    </w:p>
    <w:p w14:paraId="0BAA99B1" w14:textId="77777777" w:rsidR="0022369B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tot </w:t>
      </w:r>
      <w:r w:rsidR="008D5AAA">
        <w:rPr>
          <w:rFonts w:ascii="Arial" w:hAnsi="Arial"/>
        </w:rPr>
        <w:t>18</w:t>
      </w:r>
      <w:r w:rsidR="0022369B">
        <w:rPr>
          <w:rFonts w:ascii="Arial" w:hAnsi="Arial"/>
        </w:rPr>
        <w:t xml:space="preserve"> cm</w:t>
      </w:r>
    </w:p>
    <w:p w14:paraId="2AD6E3AF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0E975E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675C399D" w14:textId="77777777" w:rsidR="00B86FCC" w:rsidRDefault="00057DF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81B260F" w14:textId="0D74900B" w:rsidR="00810B4F" w:rsidRPr="002043F9" w:rsidRDefault="00810B4F" w:rsidP="00810B4F">
      <w:pPr>
        <w:pStyle w:val="Bulleted2"/>
        <w:rPr>
          <w:rFonts w:ascii="Arial" w:hAnsi="Arial"/>
        </w:rPr>
      </w:pPr>
      <w:r w:rsidRPr="002043F9">
        <w:rPr>
          <w:rFonts w:ascii="Arial" w:hAnsi="Arial"/>
        </w:rPr>
        <w:t xml:space="preserve">inbouwspoelreservoir: </w:t>
      </w:r>
      <w:r w:rsidR="002043F9">
        <w:rPr>
          <w:rFonts w:ascii="Arial" w:hAnsi="Arial"/>
        </w:rPr>
        <w:br/>
      </w:r>
      <w:r w:rsidRPr="002043F9">
        <w:rPr>
          <w:rFonts w:ascii="Arial" w:hAnsi="Arial"/>
        </w:rPr>
        <w:t xml:space="preserve">zie </w:t>
      </w:r>
      <w:r w:rsidR="002A2657">
        <w:rPr>
          <w:rFonts w:ascii="Arial" w:hAnsi="Arial"/>
        </w:rPr>
        <w:t>GEDETAILLEERDE BESCHRIJVING VAN HET INBOUWSPOELRESERVOIR</w:t>
      </w:r>
    </w:p>
    <w:p w14:paraId="248FE81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FC8722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7CF54C7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37F40247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</w:t>
      </w:r>
      <w:r w:rsidR="001C3B69">
        <w:rPr>
          <w:rFonts w:ascii="Arial" w:hAnsi="Arial"/>
        </w:rPr>
        <w:t xml:space="preserve">de grote </w:t>
      </w:r>
      <w:r w:rsidR="003938CC">
        <w:rPr>
          <w:rFonts w:ascii="Arial" w:hAnsi="Arial"/>
        </w:rPr>
        <w:t>voetsteunplate</w:t>
      </w:r>
      <w:r w:rsidR="001C3B69">
        <w:rPr>
          <w:rFonts w:ascii="Arial" w:hAnsi="Arial"/>
        </w:rPr>
        <w:t>n</w:t>
      </w:r>
      <w:r w:rsidR="00F97930">
        <w:rPr>
          <w:rFonts w:ascii="Arial" w:hAnsi="Arial"/>
        </w:rPr>
        <w:t xml:space="preserve"> zijn </w:t>
      </w:r>
      <w:r w:rsidR="001C3B69">
        <w:rPr>
          <w:rFonts w:ascii="Arial" w:hAnsi="Arial"/>
        </w:rPr>
        <w:t>uit</w:t>
      </w:r>
      <w:r w:rsidR="00DE64EC">
        <w:rPr>
          <w:rFonts w:ascii="Arial" w:hAnsi="Arial"/>
        </w:rPr>
        <w:t xml:space="preserve"> staal met een zwarte anti-</w:t>
      </w:r>
      <w:proofErr w:type="spellStart"/>
      <w:r w:rsidR="00DE64EC">
        <w:rPr>
          <w:rFonts w:ascii="Arial" w:hAnsi="Arial"/>
        </w:rPr>
        <w:t>corrosielaag</w:t>
      </w:r>
      <w:proofErr w:type="spellEnd"/>
    </w:p>
    <w:p w14:paraId="2708292C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7F204C7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523002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ACA6AA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426989BD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65D5FD3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D5EF8FF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="00122998">
        <w:rPr>
          <w:rFonts w:ascii="Arial" w:hAnsi="Arial"/>
        </w:rPr>
        <w:t>18</w:t>
      </w:r>
      <w:r w:rsidRPr="00292A26">
        <w:rPr>
          <w:rFonts w:ascii="Arial" w:hAnsi="Arial"/>
        </w:rPr>
        <w:t xml:space="preserve"> cm</w:t>
      </w:r>
    </w:p>
    <w:p w14:paraId="1F833152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707D2BC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22C35C3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voetsteunplat</w:t>
      </w:r>
      <w:r w:rsidR="00C220D6">
        <w:rPr>
          <w:rFonts w:ascii="Arial" w:hAnsi="Arial"/>
        </w:rPr>
        <w:t>en</w:t>
      </w:r>
      <w:r>
        <w:rPr>
          <w:rFonts w:ascii="Arial" w:hAnsi="Arial"/>
        </w:rPr>
        <w:t xml:space="preserve"> </w:t>
      </w:r>
      <w:r w:rsidR="00A37602">
        <w:rPr>
          <w:rFonts w:ascii="Arial" w:hAnsi="Arial"/>
        </w:rPr>
        <w:t>hebben een breedte van 10 cm</w:t>
      </w:r>
      <w:r w:rsidR="00122998">
        <w:rPr>
          <w:rFonts w:ascii="Arial" w:hAnsi="Arial"/>
        </w:rPr>
        <w:t xml:space="preserve"> en</w:t>
      </w:r>
      <w:r w:rsidR="00A37602">
        <w:rPr>
          <w:rFonts w:ascii="Arial" w:hAnsi="Arial"/>
        </w:rPr>
        <w:t xml:space="preserve"> een diepte van </w:t>
      </w:r>
      <w:r w:rsidR="00122998">
        <w:rPr>
          <w:rFonts w:ascii="Arial" w:hAnsi="Arial"/>
        </w:rPr>
        <w:br/>
      </w:r>
      <w:r w:rsidR="00A37602">
        <w:rPr>
          <w:rFonts w:ascii="Arial" w:hAnsi="Arial"/>
        </w:rPr>
        <w:t>19,5 cm</w:t>
      </w:r>
    </w:p>
    <w:p w14:paraId="05174DEA" w14:textId="77777777" w:rsidR="005872DB" w:rsidRDefault="00300A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elk voetsteunplaat wordt bevestigd</w:t>
      </w:r>
      <w:r w:rsidR="006F5FAC">
        <w:rPr>
          <w:rFonts w:ascii="Arial" w:hAnsi="Arial"/>
        </w:rPr>
        <w:t xml:space="preserve"> aan de vloer</w:t>
      </w:r>
      <w:r>
        <w:rPr>
          <w:rFonts w:ascii="Arial" w:hAnsi="Arial"/>
        </w:rPr>
        <w:t xml:space="preserve"> met 3 keilbouten M8 voor zware lasten</w:t>
      </w:r>
    </w:p>
    <w:p w14:paraId="6A14B5D7" w14:textId="77777777" w:rsidR="00976C75" w:rsidRPr="00C3710F" w:rsidRDefault="00C3723B" w:rsidP="00297424">
      <w:pPr>
        <w:pStyle w:val="Bulleted1"/>
        <w:rPr>
          <w:rFonts w:ascii="Arial" w:hAnsi="Arial"/>
        </w:rPr>
      </w:pPr>
      <w:r w:rsidRPr="00C3710F">
        <w:rPr>
          <w:rFonts w:ascii="Arial" w:hAnsi="Arial"/>
        </w:rPr>
        <w:lastRenderedPageBreak/>
        <w:t xml:space="preserve">zijdelingse profielen met doorvoeropeningen, die zich in de onderste zone van </w:t>
      </w:r>
      <w:r w:rsidR="00C3710F" w:rsidRPr="00C3710F">
        <w:rPr>
          <w:rFonts w:ascii="Arial" w:hAnsi="Arial"/>
        </w:rPr>
        <w:t>h</w:t>
      </w:r>
      <w:r w:rsidRPr="00C3710F">
        <w:rPr>
          <w:rFonts w:ascii="Arial" w:hAnsi="Arial"/>
        </w:rPr>
        <w:t>e</w:t>
      </w:r>
      <w:r w:rsidR="00C3710F" w:rsidRPr="00C3710F">
        <w:rPr>
          <w:rFonts w:ascii="Arial" w:hAnsi="Arial"/>
        </w:rPr>
        <w:t>t</w:t>
      </w:r>
      <w:r w:rsidRPr="00C3710F">
        <w:rPr>
          <w:rFonts w:ascii="Arial" w:hAnsi="Arial"/>
        </w:rPr>
        <w:t xml:space="preserve"> kader</w:t>
      </w:r>
      <w:r w:rsidR="00C3710F" w:rsidRPr="00C3710F">
        <w:rPr>
          <w:rFonts w:ascii="Arial" w:hAnsi="Arial"/>
        </w:rPr>
        <w:t xml:space="preserve"> bevinden, ter hoogte van de voetsteunen,</w:t>
      </w:r>
      <w:r w:rsidRPr="00C3710F">
        <w:rPr>
          <w:rFonts w:ascii="Arial" w:hAnsi="Arial"/>
        </w:rPr>
        <w:t xml:space="preserve"> </w:t>
      </w:r>
      <w:r w:rsidR="00C3710F" w:rsidRPr="00C3710F">
        <w:rPr>
          <w:rFonts w:ascii="Arial" w:hAnsi="Arial"/>
        </w:rPr>
        <w:t>verstevigingen het geheel van het montage-element</w:t>
      </w:r>
    </w:p>
    <w:p w14:paraId="3790DCE9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4B77AE63" w14:textId="77777777" w:rsidR="006F5298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r w:rsidR="00CC2900">
        <w:rPr>
          <w:rFonts w:ascii="Arial" w:hAnsi="Arial"/>
        </w:rPr>
        <w:t>geluids</w:t>
      </w:r>
      <w:r>
        <w:rPr>
          <w:rFonts w:ascii="Arial" w:hAnsi="Arial"/>
        </w:rPr>
        <w:t>isolatiemat vermindert contactgeluidsoverdracht tussen wc-pot en</w:t>
      </w:r>
      <w:r w:rsidR="00CC2900">
        <w:rPr>
          <w:rFonts w:ascii="Arial" w:hAnsi="Arial"/>
        </w:rPr>
        <w:t xml:space="preserve"> kader</w:t>
      </w:r>
    </w:p>
    <w:p w14:paraId="4969DA57" w14:textId="77777777" w:rsidR="006F5298" w:rsidRPr="00292A26" w:rsidRDefault="006F5298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2 rubberen isolatoren dempen de ge</w:t>
      </w:r>
      <w:r w:rsidR="00B32739">
        <w:rPr>
          <w:rFonts w:ascii="Arial" w:hAnsi="Arial"/>
        </w:rPr>
        <w:t>l</w:t>
      </w:r>
      <w:r>
        <w:rPr>
          <w:rFonts w:ascii="Arial" w:hAnsi="Arial"/>
        </w:rPr>
        <w:t xml:space="preserve">uidsbrug tussen wc-pot en de draadstangen van de </w:t>
      </w:r>
      <w:r w:rsidR="00D34D90">
        <w:rPr>
          <w:rFonts w:ascii="Arial" w:hAnsi="Arial"/>
        </w:rPr>
        <w:t>ophan</w:t>
      </w:r>
      <w:r>
        <w:rPr>
          <w:rFonts w:ascii="Arial" w:hAnsi="Arial"/>
        </w:rPr>
        <w:t>ging</w:t>
      </w:r>
    </w:p>
    <w:p w14:paraId="7CEA154B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3B3FC858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8F5B99A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5DE166C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40F000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67192031" w14:textId="77777777" w:rsidTr="00A2047D">
        <w:tc>
          <w:tcPr>
            <w:tcW w:w="1163" w:type="dxa"/>
          </w:tcPr>
          <w:p w14:paraId="5E8101B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62C401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AA2C3E9" w14:textId="77777777" w:rsidR="0020639C" w:rsidRPr="00735DE7" w:rsidRDefault="0020639C" w:rsidP="00157D48"/>
        </w:tc>
        <w:tc>
          <w:tcPr>
            <w:tcW w:w="142" w:type="dxa"/>
          </w:tcPr>
          <w:p w14:paraId="1142A587" w14:textId="77777777" w:rsidR="0020639C" w:rsidRPr="00735DE7" w:rsidRDefault="0020639C" w:rsidP="00157D48"/>
        </w:tc>
        <w:tc>
          <w:tcPr>
            <w:tcW w:w="142" w:type="dxa"/>
          </w:tcPr>
          <w:p w14:paraId="44D4E464" w14:textId="77777777" w:rsidR="0020639C" w:rsidRPr="00735DE7" w:rsidRDefault="0020639C" w:rsidP="00157D48"/>
        </w:tc>
        <w:tc>
          <w:tcPr>
            <w:tcW w:w="6713" w:type="dxa"/>
          </w:tcPr>
          <w:p w14:paraId="364A9A95" w14:textId="77777777" w:rsidR="0020639C" w:rsidRPr="00735DE7" w:rsidRDefault="00C3710F" w:rsidP="00157D48"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voetsteunplaten)</w:t>
            </w:r>
          </w:p>
        </w:tc>
      </w:tr>
      <w:tr w:rsidR="0020639C" w:rsidRPr="00735DE7" w14:paraId="01992F4E" w14:textId="77777777" w:rsidTr="00A2047D">
        <w:tc>
          <w:tcPr>
            <w:tcW w:w="1163" w:type="dxa"/>
          </w:tcPr>
          <w:p w14:paraId="49F4DE61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203FC44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7DF18C0C" w14:textId="77777777" w:rsidR="0020639C" w:rsidRPr="00735DE7" w:rsidRDefault="0020639C" w:rsidP="00157D48"/>
        </w:tc>
        <w:tc>
          <w:tcPr>
            <w:tcW w:w="142" w:type="dxa"/>
          </w:tcPr>
          <w:p w14:paraId="3696B646" w14:textId="77777777" w:rsidR="0020639C" w:rsidRPr="00735DE7" w:rsidRDefault="0020639C" w:rsidP="00157D48"/>
        </w:tc>
        <w:tc>
          <w:tcPr>
            <w:tcW w:w="142" w:type="dxa"/>
          </w:tcPr>
          <w:p w14:paraId="4EDB7678" w14:textId="77777777" w:rsidR="0020639C" w:rsidRPr="00735DE7" w:rsidRDefault="0020639C" w:rsidP="00157D48"/>
        </w:tc>
        <w:tc>
          <w:tcPr>
            <w:tcW w:w="6713" w:type="dxa"/>
          </w:tcPr>
          <w:p w14:paraId="545CA7A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C0A0D60" w14:textId="77777777" w:rsidTr="00A2047D">
        <w:tc>
          <w:tcPr>
            <w:tcW w:w="1163" w:type="dxa"/>
          </w:tcPr>
          <w:p w14:paraId="6CB87131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DB44EF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FA3E3C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8F06C00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A6C1A7C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3040E2C3" w14:textId="77777777" w:rsidR="0020639C" w:rsidRPr="00735DE7" w:rsidRDefault="0020639C" w:rsidP="00157D48"/>
        </w:tc>
        <w:tc>
          <w:tcPr>
            <w:tcW w:w="6713" w:type="dxa"/>
          </w:tcPr>
          <w:p w14:paraId="444812E7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</w:p>
        </w:tc>
      </w:tr>
    </w:tbl>
    <w:p w14:paraId="48AFCD1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B5C4540" w14:textId="07367AA6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00BF7D6" w14:textId="762FBC28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524E8F" w14:textId="7D788880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4198BD7" w14:textId="7B3945C2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5FEED7" w14:textId="77777777" w:rsidR="00E81BFE" w:rsidRPr="000B2641" w:rsidRDefault="00E81BFE" w:rsidP="00E81BF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305A8253" w14:textId="77777777" w:rsidR="00E81BFE" w:rsidRDefault="00E81BFE" w:rsidP="00E81BF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468A4A" w14:textId="77777777" w:rsidR="00E81BFE" w:rsidRPr="000B2641" w:rsidRDefault="00E81BFE" w:rsidP="00E81BF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7C33EE14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F41741E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D1090AB" w14:textId="77777777" w:rsidR="00E81BFE" w:rsidRPr="00374722" w:rsidRDefault="00E81BFE" w:rsidP="00E81BF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F8ACE02" w14:textId="77777777" w:rsidR="00E81BFE" w:rsidRPr="00B64DD5" w:rsidRDefault="00E81BFE" w:rsidP="00E81BF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B0DED0E" w14:textId="77777777" w:rsidR="00E81BFE" w:rsidRPr="00981C24" w:rsidRDefault="00E81BFE" w:rsidP="00E81BF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04C131E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86485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0792989D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DF5727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blauwe delen van de klok zijn van ASA, de witte delen van ABS</w:t>
      </w:r>
    </w:p>
    <w:p w14:paraId="6C33FD63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18CC2D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301B7FF5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A08A948" w14:textId="77777777" w:rsidR="00E81BFE" w:rsidRPr="00FB5AEC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52E961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CCFE6E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ED9523A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2346B16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FFD1A1C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0BDF8C67" w14:textId="77777777" w:rsidR="00E81BFE" w:rsidRPr="00AA32BA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A19F1EF" w14:textId="77777777" w:rsidR="00E81BFE" w:rsidRPr="00D23943" w:rsidRDefault="00E81BFE" w:rsidP="00E81BF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70631F3C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25B23098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3FFEEAFF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189FFD2" w14:textId="77777777" w:rsidR="00E81BFE" w:rsidRDefault="00E81BFE" w:rsidP="00E81BF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1627E432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136A21E4" w14:textId="77777777" w:rsidR="00E81BFE" w:rsidRPr="007704EC" w:rsidRDefault="00E81BFE" w:rsidP="00E81BF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69A2E57E" w14:textId="77777777" w:rsidR="00E81BFE" w:rsidRPr="005A7699" w:rsidRDefault="00E81BFE" w:rsidP="00E81BF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4AFF6C" w14:textId="77777777" w:rsidR="00E81BFE" w:rsidRPr="00475F84" w:rsidRDefault="00E81BFE" w:rsidP="00E81BF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3D35943F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4B850FB3" w14:textId="77777777" w:rsidR="00E81BFE" w:rsidRPr="00C724C8" w:rsidRDefault="00E81BFE" w:rsidP="00E81BF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4AB82590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1585CF7F" w14:textId="77777777" w:rsidR="00E81BFE" w:rsidRDefault="00E81BFE" w:rsidP="00E81BF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975E7DE" w14:textId="77777777" w:rsidR="00E81BFE" w:rsidRPr="00821A1F" w:rsidRDefault="00E81BFE" w:rsidP="00E81BF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4D1A59" w14:textId="77777777" w:rsidR="00E81BFE" w:rsidRDefault="00E81BFE" w:rsidP="00E81BF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67F894FB" w14:textId="77777777" w:rsidR="00E81BFE" w:rsidRPr="005D2504" w:rsidRDefault="00E81BFE" w:rsidP="00E81BF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46785A6B" w14:textId="77777777" w:rsidR="00E81BFE" w:rsidRDefault="00E81BFE" w:rsidP="00E81BF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23190AB" w14:textId="3FCE9DC5" w:rsidR="00E81BFE" w:rsidRDefault="00E81BFE" w:rsidP="00E81BF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287A2C7" w14:textId="77777777" w:rsidR="00E81BFE" w:rsidRPr="00981C24" w:rsidRDefault="00E81BFE" w:rsidP="00E81B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E81BFE" w:rsidRPr="002F1F73" w14:paraId="5BA2108A" w14:textId="77777777" w:rsidTr="009361DC">
        <w:tc>
          <w:tcPr>
            <w:tcW w:w="1163" w:type="dxa"/>
          </w:tcPr>
          <w:p w14:paraId="787C57AC" w14:textId="77777777" w:rsidR="00E81BFE" w:rsidRPr="002F1F73" w:rsidRDefault="00E81BFE" w:rsidP="009361DC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53C6834" w14:textId="77777777" w:rsidR="00E81BFE" w:rsidRPr="002F1F73" w:rsidRDefault="00E81BFE" w:rsidP="009361DC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09768383" w14:textId="77777777" w:rsidR="00E81BFE" w:rsidRPr="002F1F73" w:rsidRDefault="00E81BFE" w:rsidP="009361DC"/>
        </w:tc>
        <w:tc>
          <w:tcPr>
            <w:tcW w:w="142" w:type="dxa"/>
          </w:tcPr>
          <w:p w14:paraId="229FEC4B" w14:textId="77777777" w:rsidR="00E81BFE" w:rsidRPr="002F1F73" w:rsidRDefault="00E81BFE" w:rsidP="009361DC"/>
        </w:tc>
        <w:tc>
          <w:tcPr>
            <w:tcW w:w="142" w:type="dxa"/>
          </w:tcPr>
          <w:p w14:paraId="6C38B975" w14:textId="77777777" w:rsidR="00E81BFE" w:rsidRPr="002F1F73" w:rsidRDefault="00E81BFE" w:rsidP="009361DC"/>
        </w:tc>
        <w:tc>
          <w:tcPr>
            <w:tcW w:w="5300" w:type="dxa"/>
          </w:tcPr>
          <w:p w14:paraId="572FB0E4" w14:textId="77777777" w:rsidR="00E81BFE" w:rsidRPr="002F1F73" w:rsidRDefault="00E81BFE" w:rsidP="009361DC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E81BFE" w:rsidRPr="00346C8E" w14:paraId="2DEE737A" w14:textId="77777777" w:rsidTr="009361DC">
        <w:tc>
          <w:tcPr>
            <w:tcW w:w="1163" w:type="dxa"/>
          </w:tcPr>
          <w:p w14:paraId="736165AE" w14:textId="77777777" w:rsidR="00E81BFE" w:rsidRPr="00346C8E" w:rsidRDefault="00E81BFE" w:rsidP="009361DC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7A86C576" w14:textId="77777777" w:rsidR="00E81BFE" w:rsidRPr="00346C8E" w:rsidRDefault="00E81BFE" w:rsidP="009361DC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1F522672" w14:textId="77777777" w:rsidR="00E81BFE" w:rsidRPr="00346C8E" w:rsidRDefault="00E81BFE" w:rsidP="009361DC"/>
        </w:tc>
        <w:tc>
          <w:tcPr>
            <w:tcW w:w="142" w:type="dxa"/>
          </w:tcPr>
          <w:p w14:paraId="2D99B084" w14:textId="77777777" w:rsidR="00E81BFE" w:rsidRPr="00346C8E" w:rsidRDefault="00E81BFE" w:rsidP="009361DC"/>
        </w:tc>
        <w:tc>
          <w:tcPr>
            <w:tcW w:w="142" w:type="dxa"/>
          </w:tcPr>
          <w:p w14:paraId="7C158E44" w14:textId="77777777" w:rsidR="00E81BFE" w:rsidRPr="00346C8E" w:rsidRDefault="00E81BFE" w:rsidP="009361DC"/>
        </w:tc>
        <w:tc>
          <w:tcPr>
            <w:tcW w:w="5300" w:type="dxa"/>
          </w:tcPr>
          <w:p w14:paraId="61FFD07F" w14:textId="77777777" w:rsidR="00E81BFE" w:rsidRPr="00346C8E" w:rsidRDefault="00E81BFE" w:rsidP="009361DC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E81BFE" w:rsidRPr="00292A26" w14:paraId="062B9945" w14:textId="77777777" w:rsidTr="009361DC">
        <w:tc>
          <w:tcPr>
            <w:tcW w:w="1163" w:type="dxa"/>
          </w:tcPr>
          <w:p w14:paraId="2FD0D2E8" w14:textId="77777777" w:rsidR="00E81BFE" w:rsidRPr="00735DE7" w:rsidRDefault="00E81BFE" w:rsidP="009361DC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937E1F9" w14:textId="77777777" w:rsidR="00E81BFE" w:rsidRPr="00735DE7" w:rsidRDefault="00E81BFE" w:rsidP="009361DC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FE50989" w14:textId="77777777" w:rsidR="00E81BFE" w:rsidRPr="00735DE7" w:rsidRDefault="00E81BFE" w:rsidP="009361DC"/>
        </w:tc>
        <w:tc>
          <w:tcPr>
            <w:tcW w:w="142" w:type="dxa"/>
          </w:tcPr>
          <w:p w14:paraId="40ABC52E" w14:textId="77777777" w:rsidR="00E81BFE" w:rsidRPr="00735DE7" w:rsidRDefault="00E81BFE" w:rsidP="009361DC"/>
        </w:tc>
        <w:tc>
          <w:tcPr>
            <w:tcW w:w="142" w:type="dxa"/>
          </w:tcPr>
          <w:p w14:paraId="18B84BA8" w14:textId="77777777" w:rsidR="00E81BFE" w:rsidRPr="00735DE7" w:rsidRDefault="00E81BFE" w:rsidP="009361DC"/>
        </w:tc>
        <w:tc>
          <w:tcPr>
            <w:tcW w:w="5300" w:type="dxa"/>
          </w:tcPr>
          <w:p w14:paraId="713B2C9E" w14:textId="77777777" w:rsidR="00E81BFE" w:rsidRPr="00292A26" w:rsidRDefault="00E81BFE" w:rsidP="009361DC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2AD9678E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EEDEA6" w14:textId="77777777" w:rsidR="0050260D" w:rsidRDefault="0050260D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7D73246" w14:textId="77777777" w:rsidR="000C0EB2" w:rsidRPr="00E81BFE" w:rsidRDefault="000C0EB2" w:rsidP="00E81BF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E81BF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5C82B21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75B0901A" w14:textId="77777777" w:rsidR="000C0EB2" w:rsidRPr="00A75548" w:rsidRDefault="00C13276" w:rsidP="00C13276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7BA7F18" wp14:editId="6375BFDA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1952C23" w14:textId="77777777" w:rsidR="000C0EB2" w:rsidRPr="00A75548" w:rsidRDefault="00C13276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D208FF" wp14:editId="7343C8D2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CAE367" w14:textId="77777777" w:rsidR="000C0EB2" w:rsidRPr="00A75548" w:rsidRDefault="00C1327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45C4F91" wp14:editId="15E31BDD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1CF72E1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1B00D5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9FD5690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6EED1D7" w14:textId="77777777" w:rsidR="00493F36" w:rsidRDefault="00493F36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fr-BE"/>
        </w:rPr>
        <w:t>T = 12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sectPr w:rsidR="00493F3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0FAD" w14:textId="77777777" w:rsidR="00E73BCE" w:rsidRDefault="00E73BCE">
      <w:r>
        <w:separator/>
      </w:r>
    </w:p>
  </w:endnote>
  <w:endnote w:type="continuationSeparator" w:id="0">
    <w:p w14:paraId="36496838" w14:textId="77777777" w:rsidR="00E73BCE" w:rsidRDefault="00E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5800E9DA" w14:textId="77777777">
      <w:tc>
        <w:tcPr>
          <w:tcW w:w="3392" w:type="dxa"/>
        </w:tcPr>
        <w:p w14:paraId="29BDE5A9" w14:textId="6DED35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043F9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5205A42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5339C5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61837F9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C275" w14:textId="77777777" w:rsidR="00E73BCE" w:rsidRDefault="00E73BCE">
      <w:r>
        <w:separator/>
      </w:r>
    </w:p>
  </w:footnote>
  <w:footnote w:type="continuationSeparator" w:id="0">
    <w:p w14:paraId="75A75104" w14:textId="77777777" w:rsidR="00E73BCE" w:rsidRDefault="00E7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CD23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302254" w:rsidRPr="00302254">
      <w:rPr>
        <w:rFonts w:ascii="Arial" w:hAnsi="Arial"/>
        <w:b/>
      </w:rPr>
      <w:t xml:space="preserve"> </w:t>
    </w:r>
    <w:r w:rsidR="00302254" w:rsidRPr="00B64DD5">
      <w:rPr>
        <w:rFonts w:ascii="Arial" w:hAnsi="Arial"/>
        <w:b/>
      </w:rPr>
      <w:t>hang-wc</w:t>
    </w:r>
    <w:r w:rsidR="003022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65427978" wp14:editId="423AE0B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8B60" w14:textId="77777777" w:rsidR="007C7FFA" w:rsidRPr="00B64DD5" w:rsidRDefault="003022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vrijstaand, </w:t>
    </w:r>
    <w:r w:rsidR="00DE1A21">
      <w:rPr>
        <w:rFonts w:ascii="Arial" w:hAnsi="Arial"/>
        <w:b/>
      </w:rPr>
      <w:t xml:space="preserve">verstevigd, </w:t>
    </w:r>
    <w:r w:rsidR="009A6132">
      <w:rPr>
        <w:rFonts w:ascii="Arial" w:hAnsi="Arial"/>
        <w:b/>
      </w:rPr>
      <w:t>111.3</w:t>
    </w:r>
    <w:r>
      <w:rPr>
        <w:rFonts w:ascii="Arial" w:hAnsi="Arial"/>
        <w:b/>
      </w:rPr>
      <w:t>8</w:t>
    </w:r>
    <w:r w:rsidR="00820927">
      <w:rPr>
        <w:rFonts w:ascii="Arial" w:hAnsi="Arial"/>
        <w:b/>
      </w:rPr>
      <w:t>0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614AB8F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6300028">
    <w:abstractNumId w:val="16"/>
  </w:num>
  <w:num w:numId="2" w16cid:durableId="405617070">
    <w:abstractNumId w:val="22"/>
  </w:num>
  <w:num w:numId="3" w16cid:durableId="594365717">
    <w:abstractNumId w:val="4"/>
  </w:num>
  <w:num w:numId="4" w16cid:durableId="397477345">
    <w:abstractNumId w:val="3"/>
  </w:num>
  <w:num w:numId="5" w16cid:durableId="400257647">
    <w:abstractNumId w:val="13"/>
  </w:num>
  <w:num w:numId="6" w16cid:durableId="807820452">
    <w:abstractNumId w:val="15"/>
  </w:num>
  <w:num w:numId="7" w16cid:durableId="1749768653">
    <w:abstractNumId w:val="6"/>
  </w:num>
  <w:num w:numId="8" w16cid:durableId="77332690">
    <w:abstractNumId w:val="19"/>
  </w:num>
  <w:num w:numId="9" w16cid:durableId="1671905551">
    <w:abstractNumId w:val="25"/>
  </w:num>
  <w:num w:numId="10" w16cid:durableId="922102970">
    <w:abstractNumId w:val="2"/>
  </w:num>
  <w:num w:numId="11" w16cid:durableId="1854303033">
    <w:abstractNumId w:val="12"/>
  </w:num>
  <w:num w:numId="12" w16cid:durableId="321741127">
    <w:abstractNumId w:val="11"/>
  </w:num>
  <w:num w:numId="13" w16cid:durableId="1256089546">
    <w:abstractNumId w:val="24"/>
  </w:num>
  <w:num w:numId="14" w16cid:durableId="1767386257">
    <w:abstractNumId w:val="7"/>
  </w:num>
  <w:num w:numId="15" w16cid:durableId="1471747305">
    <w:abstractNumId w:val="0"/>
  </w:num>
  <w:num w:numId="16" w16cid:durableId="1878352008">
    <w:abstractNumId w:val="10"/>
  </w:num>
  <w:num w:numId="17" w16cid:durableId="1617329120">
    <w:abstractNumId w:val="5"/>
  </w:num>
  <w:num w:numId="18" w16cid:durableId="140315442">
    <w:abstractNumId w:val="20"/>
  </w:num>
  <w:num w:numId="19" w16cid:durableId="912785819">
    <w:abstractNumId w:val="21"/>
  </w:num>
  <w:num w:numId="20" w16cid:durableId="1483038302">
    <w:abstractNumId w:val="18"/>
  </w:num>
  <w:num w:numId="21" w16cid:durableId="2105027424">
    <w:abstractNumId w:val="17"/>
  </w:num>
  <w:num w:numId="22" w16cid:durableId="1846900550">
    <w:abstractNumId w:val="14"/>
  </w:num>
  <w:num w:numId="23" w16cid:durableId="935789502">
    <w:abstractNumId w:val="23"/>
  </w:num>
  <w:num w:numId="24" w16cid:durableId="1463305787">
    <w:abstractNumId w:val="8"/>
  </w:num>
  <w:num w:numId="25" w16cid:durableId="371228398">
    <w:abstractNumId w:val="9"/>
  </w:num>
  <w:num w:numId="26" w16cid:durableId="1258252198">
    <w:abstractNumId w:val="1"/>
  </w:num>
  <w:num w:numId="27" w16cid:durableId="458569032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5466945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7DF2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520C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2998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3B5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3B69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43F9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2657"/>
    <w:rsid w:val="002A352C"/>
    <w:rsid w:val="002A46CC"/>
    <w:rsid w:val="002B1B7D"/>
    <w:rsid w:val="002B5CC3"/>
    <w:rsid w:val="002B64AE"/>
    <w:rsid w:val="002C126A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5EBB"/>
    <w:rsid w:val="002E764C"/>
    <w:rsid w:val="002F38FE"/>
    <w:rsid w:val="002F3B2A"/>
    <w:rsid w:val="002F3E07"/>
    <w:rsid w:val="002F4915"/>
    <w:rsid w:val="002F50E9"/>
    <w:rsid w:val="002F5BDA"/>
    <w:rsid w:val="002F7BC7"/>
    <w:rsid w:val="00300A94"/>
    <w:rsid w:val="00300B44"/>
    <w:rsid w:val="00301BBD"/>
    <w:rsid w:val="00302254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3F3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60D"/>
    <w:rsid w:val="0050492F"/>
    <w:rsid w:val="005111C7"/>
    <w:rsid w:val="005119E2"/>
    <w:rsid w:val="00513E6D"/>
    <w:rsid w:val="0051420F"/>
    <w:rsid w:val="00524F1B"/>
    <w:rsid w:val="00527DF2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1CFC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2DB"/>
    <w:rsid w:val="00587C30"/>
    <w:rsid w:val="005928F6"/>
    <w:rsid w:val="00594C98"/>
    <w:rsid w:val="005A10A7"/>
    <w:rsid w:val="005A1279"/>
    <w:rsid w:val="005A134F"/>
    <w:rsid w:val="005B2D3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31B3"/>
    <w:rsid w:val="00633D7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298"/>
    <w:rsid w:val="006F5EDD"/>
    <w:rsid w:val="006F5FAC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207A"/>
    <w:rsid w:val="00844AC2"/>
    <w:rsid w:val="008456B4"/>
    <w:rsid w:val="00850934"/>
    <w:rsid w:val="00851C32"/>
    <w:rsid w:val="00853E61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5AAA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C75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6B7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37602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739"/>
    <w:rsid w:val="00B34D03"/>
    <w:rsid w:val="00B3607D"/>
    <w:rsid w:val="00B42EB9"/>
    <w:rsid w:val="00B44B08"/>
    <w:rsid w:val="00B514E9"/>
    <w:rsid w:val="00B55C1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3276"/>
    <w:rsid w:val="00C14FA0"/>
    <w:rsid w:val="00C1523D"/>
    <w:rsid w:val="00C16E24"/>
    <w:rsid w:val="00C177D8"/>
    <w:rsid w:val="00C202A2"/>
    <w:rsid w:val="00C21531"/>
    <w:rsid w:val="00C220D6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10F"/>
    <w:rsid w:val="00C3723B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32F6"/>
    <w:rsid w:val="00CA6455"/>
    <w:rsid w:val="00CA6D52"/>
    <w:rsid w:val="00CA6D8F"/>
    <w:rsid w:val="00CB0CF8"/>
    <w:rsid w:val="00CB493A"/>
    <w:rsid w:val="00CB6D62"/>
    <w:rsid w:val="00CB7793"/>
    <w:rsid w:val="00CC2900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D90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A21"/>
    <w:rsid w:val="00DE4601"/>
    <w:rsid w:val="00DE64E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BCE"/>
    <w:rsid w:val="00E73E90"/>
    <w:rsid w:val="00E750E2"/>
    <w:rsid w:val="00E75E5C"/>
    <w:rsid w:val="00E76DF2"/>
    <w:rsid w:val="00E779A4"/>
    <w:rsid w:val="00E80A1B"/>
    <w:rsid w:val="00E81BFE"/>
    <w:rsid w:val="00E82DC1"/>
    <w:rsid w:val="00E83B1E"/>
    <w:rsid w:val="00E83FA5"/>
    <w:rsid w:val="00E8445D"/>
    <w:rsid w:val="00E85EA8"/>
    <w:rsid w:val="00E9352E"/>
    <w:rsid w:val="00E9446C"/>
    <w:rsid w:val="00E9745E"/>
    <w:rsid w:val="00EA02A3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299D"/>
    <w:rsid w:val="00FA3E3C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25AA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4159AF-5D2C-4327-BC97-0752BFC4CEC7}"/>
</file>

<file path=customXml/itemProps2.xml><?xml version="1.0" encoding="utf-8"?>
<ds:datastoreItem xmlns:ds="http://schemas.openxmlformats.org/officeDocument/2006/customXml" ds:itemID="{488BDF5D-FE21-46D3-A2E0-645F53C7B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ABDF1-8442-4B4A-8DA0-0AAD91DB58DC}">
  <ds:schemaRefs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981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2023-12-19T12:08:00Z</dcterms:created>
  <dcterms:modified xsi:type="dcterms:W3CDTF">2023-12-19T12:40:00Z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2023-10-03T11:12:12Z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